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p w:rsidR="00826B7B" w:rsidRPr="006C2343" w:rsidRDefault="00D37AE0" w:rsidP="006C2343">
      <w:pPr>
        <w:pStyle w:val="Titul2"/>
        <w:rPr>
          <w:highlight w:val="green"/>
        </w:rPr>
      </w:pPr>
      <w:r w:rsidRPr="00D37AE0">
        <w:rPr>
          <w:rStyle w:val="Nzevakce"/>
          <w:b/>
          <w:szCs w:val="24"/>
        </w:rPr>
        <w:t>„Modernizace trati Hradec Králové – Pardubice – Chrudim, 2.stavba, zdvoukolejnění Opatovice nad Labem-Hradec Králové, 1.etapa ŽST Hradec Králové hl.n.“, SO 22-78-06 ŽST Hradec Králové hl. n., demolice objektu skladu p.č.st. 231/1“</w:t>
      </w: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52F27" w:rsidRPr="00247720">
        <w:t>1</w:t>
      </w:r>
      <w:r w:rsidR="00247720">
        <w:t>7</w:t>
      </w:r>
      <w:bookmarkStart w:id="0" w:name="_GoBack"/>
      <w:bookmarkEnd w:id="0"/>
      <w:r w:rsidRPr="00247720">
        <w:t xml:space="preserve">. </w:t>
      </w:r>
      <w:r w:rsidR="00352F27" w:rsidRPr="00247720">
        <w:t>7</w:t>
      </w:r>
      <w:r w:rsidRPr="00247720">
        <w:t>. 20</w:t>
      </w:r>
      <w:r w:rsidR="00A616BE" w:rsidRPr="00247720">
        <w:t>2</w:t>
      </w:r>
      <w:r w:rsidR="00352F27" w:rsidRPr="00247720">
        <w:t>3</w:t>
      </w:r>
      <w:r w:rsidR="000008ED">
        <w:t xml:space="preserve"> </w:t>
      </w:r>
    </w:p>
    <w:p w:rsidR="00826B7B" w:rsidRDefault="00826B7B">
      <w:r>
        <w:lastRenderedPageBreak/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  <w:r>
        <w:lastRenderedPageBreak/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D37AE0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24772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="00352F27" w:rsidRPr="00C56219">
          <w:rPr>
            <w:rStyle w:val="Hypertextovodkaz"/>
          </w:rPr>
          <w:t>1.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POJMY A DEFINICE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_Toc139981626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D37AE0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24772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="00352F27" w:rsidRPr="00C56219">
          <w:rPr>
            <w:rStyle w:val="Hypertextovodkaz"/>
            <w:rFonts w:asciiTheme="majorHAnsi" w:hAnsiTheme="majorHAnsi"/>
          </w:rPr>
          <w:t>1.2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Soupis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_Toc139981627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D37AE0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24772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="00352F27" w:rsidRPr="00C56219">
          <w:rPr>
            <w:rStyle w:val="Hypertextovodkaz"/>
            <w:rFonts w:asciiTheme="majorHAnsi" w:hAnsiTheme="majorHAnsi"/>
          </w:rPr>
          <w:t>1.3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Cenová soustava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_Toc139981628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D37AE0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24772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="00352F27" w:rsidRPr="00C56219">
          <w:rPr>
            <w:rStyle w:val="Hypertextovodkaz"/>
            <w:rFonts w:asciiTheme="majorHAnsi" w:hAnsiTheme="majorHAnsi"/>
          </w:rPr>
          <w:t>1.4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Měrné jednotky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_Toc139981629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D37AE0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24772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="00352F27" w:rsidRPr="00C56219">
          <w:rPr>
            <w:rStyle w:val="Hypertextovodkaz"/>
          </w:rPr>
          <w:t>2.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ZÁKLADNÍ PRAVIDLA PRO OCEŇOVÁNÍ SOUPISU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_Toc139981630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D37AE0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24772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="00352F27" w:rsidRPr="00C56219">
          <w:rPr>
            <w:rStyle w:val="Hypertextovodkaz"/>
          </w:rPr>
          <w:t>3.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MĚŘENÍ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_Toc139981631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D37AE0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24772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="00352F27" w:rsidRPr="00C56219">
          <w:rPr>
            <w:rStyle w:val="Hypertextovodkaz"/>
          </w:rPr>
          <w:t>4.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SROVNATELNÉ VÝROBKY, ALTERNATIVY MATERIÁLŮ A PROVEDENÍ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_Toc139981632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D37AE0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139981625"/>
      <w:r>
        <w:t>SEZNAM ZKRATEK</w:t>
      </w:r>
      <w:bookmarkEnd w:id="1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022874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SŽ</w:t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022874" w:rsidP="00BC06B4">
            <w:pPr>
              <w:pStyle w:val="Zkratky2"/>
            </w:pPr>
            <w:r>
              <w:t>Správa železnic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139981626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139981627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8" w:name="_Toc139981628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9" w:name="_Toc139981629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139981630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864CD1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864CD1">
        <w:t>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864CD1" w:rsidRDefault="00C952B9" w:rsidP="00F2372B">
      <w:pPr>
        <w:pStyle w:val="Text2-1"/>
        <w:rPr>
          <w:b/>
        </w:rPr>
      </w:pPr>
      <w:r w:rsidRPr="00864CD1">
        <w:rPr>
          <w:b/>
        </w:rPr>
        <w:lastRenderedPageBreak/>
        <w:t xml:space="preserve">Výjimkou z předchozího odstavce jsou </w:t>
      </w:r>
      <w:r w:rsidR="001D2123" w:rsidRPr="00864CD1">
        <w:rPr>
          <w:b/>
        </w:rPr>
        <w:t xml:space="preserve">jednotlivé </w:t>
      </w:r>
      <w:r w:rsidR="0015369F" w:rsidRPr="00864CD1">
        <w:rPr>
          <w:b/>
        </w:rPr>
        <w:t>„</w:t>
      </w:r>
      <w:r w:rsidR="001D2123" w:rsidRPr="00864CD1">
        <w:rPr>
          <w:b/>
        </w:rPr>
        <w:t>E</w:t>
      </w:r>
      <w:r w:rsidR="0015369F" w:rsidRPr="00864CD1">
        <w:rPr>
          <w:b/>
        </w:rPr>
        <w:t>videnční položky“</w:t>
      </w:r>
      <w:r w:rsidR="001D2123" w:rsidRPr="00864CD1">
        <w:rPr>
          <w:b/>
        </w:rPr>
        <w:t xml:space="preserve"> odpadů </w:t>
      </w:r>
      <w:r w:rsidR="00222434" w:rsidRPr="00864CD1">
        <w:rPr>
          <w:b/>
        </w:rPr>
        <w:t xml:space="preserve">označené Variantou </w:t>
      </w:r>
      <w:r w:rsidR="0015369F" w:rsidRPr="00864CD1">
        <w:rPr>
          <w:b/>
        </w:rPr>
        <w:t>„</w:t>
      </w:r>
      <w:r w:rsidR="00222434" w:rsidRPr="00864CD1">
        <w:rPr>
          <w:b/>
        </w:rPr>
        <w:t>901</w:t>
      </w:r>
      <w:r w:rsidR="0015369F" w:rsidRPr="00864CD1">
        <w:rPr>
          <w:b/>
        </w:rPr>
        <w:t>“</w:t>
      </w:r>
      <w:r w:rsidR="00222434" w:rsidRPr="00864CD1">
        <w:rPr>
          <w:b/>
        </w:rPr>
        <w:t xml:space="preserve"> až </w:t>
      </w:r>
      <w:r w:rsidR="0015369F" w:rsidRPr="00864CD1">
        <w:rPr>
          <w:b/>
        </w:rPr>
        <w:t>„</w:t>
      </w:r>
      <w:r w:rsidR="00222434" w:rsidRPr="00864CD1">
        <w:rPr>
          <w:b/>
        </w:rPr>
        <w:t>999</w:t>
      </w:r>
      <w:r w:rsidR="0015369F" w:rsidRPr="00864CD1">
        <w:rPr>
          <w:b/>
        </w:rPr>
        <w:t>“</w:t>
      </w:r>
      <w:r w:rsidR="001D2123" w:rsidRPr="00864CD1">
        <w:rPr>
          <w:b/>
        </w:rPr>
        <w:t xml:space="preserve">, které jsou součástí </w:t>
      </w:r>
      <w:r w:rsidRPr="00864CD1">
        <w:rPr>
          <w:b/>
        </w:rPr>
        <w:t xml:space="preserve">jednotlivých SO/PS, </w:t>
      </w:r>
      <w:r w:rsidR="001D2123" w:rsidRPr="00864CD1">
        <w:rPr>
          <w:b/>
        </w:rPr>
        <w:t>a</w:t>
      </w:r>
      <w:r w:rsidR="009E2461" w:rsidRPr="00864CD1">
        <w:rPr>
          <w:b/>
        </w:rPr>
        <w:t> </w:t>
      </w:r>
      <w:r w:rsidR="00640764" w:rsidRPr="00864CD1">
        <w:rPr>
          <w:b/>
        </w:rPr>
        <w:t xml:space="preserve">které </w:t>
      </w:r>
      <w:r w:rsidR="001D2123" w:rsidRPr="00864CD1">
        <w:rPr>
          <w:b/>
        </w:rPr>
        <w:t>nebudou</w:t>
      </w:r>
      <w:r w:rsidR="00222434" w:rsidRPr="00864CD1">
        <w:rPr>
          <w:b/>
        </w:rPr>
        <w:t xml:space="preserve"> </w:t>
      </w:r>
      <w:r w:rsidR="00640764" w:rsidRPr="00864CD1">
        <w:rPr>
          <w:b/>
        </w:rPr>
        <w:t xml:space="preserve">v jednotlivých SO/PS uchazečem </w:t>
      </w:r>
      <w:r w:rsidR="00222434" w:rsidRPr="00864CD1">
        <w:rPr>
          <w:b/>
        </w:rPr>
        <w:t>oceň</w:t>
      </w:r>
      <w:r w:rsidR="00BE6548" w:rsidRPr="00864CD1">
        <w:rPr>
          <w:b/>
        </w:rPr>
        <w:t>o</w:t>
      </w:r>
      <w:r w:rsidR="001D2123" w:rsidRPr="00864CD1">
        <w:rPr>
          <w:b/>
        </w:rPr>
        <w:t>vány</w:t>
      </w:r>
      <w:r w:rsidR="0015369F" w:rsidRPr="00864CD1">
        <w:rPr>
          <w:b/>
        </w:rPr>
        <w:t>. U</w:t>
      </w:r>
      <w:r w:rsidR="006D17F7" w:rsidRPr="00864CD1">
        <w:rPr>
          <w:b/>
        </w:rPr>
        <w:t xml:space="preserve">chazeč provede ocenění </w:t>
      </w:r>
      <w:r w:rsidR="00BE6548" w:rsidRPr="00864CD1">
        <w:rPr>
          <w:b/>
        </w:rPr>
        <w:t>těchto položek pouze</w:t>
      </w:r>
      <w:r w:rsidR="006D17F7" w:rsidRPr="00864CD1">
        <w:rPr>
          <w:b/>
        </w:rPr>
        <w:t xml:space="preserve"> v</w:t>
      </w:r>
      <w:r w:rsidR="00BE6548" w:rsidRPr="00864CD1">
        <w:rPr>
          <w:b/>
        </w:rPr>
        <w:t> </w:t>
      </w:r>
      <w:r w:rsidR="006D17F7" w:rsidRPr="00864CD1">
        <w:rPr>
          <w:b/>
        </w:rPr>
        <w:t>souhrn</w:t>
      </w:r>
      <w:r w:rsidR="00BE6548" w:rsidRPr="00864CD1">
        <w:rPr>
          <w:b/>
        </w:rPr>
        <w:t xml:space="preserve">ném objektu </w:t>
      </w:r>
      <w:r w:rsidR="006D17F7" w:rsidRPr="00864CD1">
        <w:rPr>
          <w:b/>
        </w:rPr>
        <w:t xml:space="preserve">odpadů </w:t>
      </w:r>
      <w:r w:rsidR="009E2461" w:rsidRPr="00864CD1">
        <w:rPr>
          <w:b/>
        </w:rPr>
        <w:t>„</w:t>
      </w:r>
      <w:r w:rsidR="006D17F7" w:rsidRPr="00864CD1">
        <w:rPr>
          <w:b/>
        </w:rPr>
        <w:t>SO</w:t>
      </w:r>
      <w:r w:rsidR="00753492" w:rsidRPr="00864CD1">
        <w:rPr>
          <w:b/>
        </w:rPr>
        <w:t> </w:t>
      </w:r>
      <w:r w:rsidR="006D17F7" w:rsidRPr="00864CD1">
        <w:rPr>
          <w:b/>
        </w:rPr>
        <w:t>90</w:t>
      </w:r>
      <w:r w:rsidR="00753492" w:rsidRPr="00864CD1">
        <w:rPr>
          <w:b/>
        </w:rPr>
        <w:noBreakHyphen/>
      </w:r>
      <w:r w:rsidR="006D17F7" w:rsidRPr="00864CD1">
        <w:rPr>
          <w:b/>
        </w:rPr>
        <w:t>90</w:t>
      </w:r>
      <w:r w:rsidR="00BE6548" w:rsidRPr="00864CD1">
        <w:rPr>
          <w:b/>
        </w:rPr>
        <w:t xml:space="preserve"> </w:t>
      </w:r>
      <w:r w:rsidR="009E2461" w:rsidRPr="00864CD1">
        <w:rPr>
          <w:b/>
        </w:rPr>
        <w:t>Likvidace odpadů včetně dopravy“</w:t>
      </w:r>
      <w:r w:rsidR="006D17F7" w:rsidRPr="00864CD1">
        <w:rPr>
          <w:b/>
        </w:rPr>
        <w:t xml:space="preserve">. </w:t>
      </w:r>
      <w:r w:rsidR="00640764" w:rsidRPr="00864CD1">
        <w:t>V</w:t>
      </w:r>
      <w:r w:rsidR="009E2461" w:rsidRPr="00864CD1">
        <w:t> </w:t>
      </w:r>
      <w:r w:rsidR="006D17F7" w:rsidRPr="00864CD1">
        <w:t xml:space="preserve">SO 90-90 </w:t>
      </w:r>
      <w:r w:rsidR="009E2461" w:rsidRPr="00864CD1">
        <w:t xml:space="preserve">Likvidace odpadů včetně dopravy </w:t>
      </w:r>
      <w:r w:rsidR="00640764" w:rsidRPr="00864CD1">
        <w:t xml:space="preserve">jsou souhrnně </w:t>
      </w:r>
      <w:r w:rsidR="00E923CB" w:rsidRPr="00864CD1">
        <w:t xml:space="preserve">uvedeny </w:t>
      </w:r>
      <w:r w:rsidR="00640764" w:rsidRPr="00864CD1">
        <w:t xml:space="preserve">všechny </w:t>
      </w:r>
      <w:r w:rsidR="00E923CB" w:rsidRPr="00864CD1">
        <w:t xml:space="preserve">položky </w:t>
      </w:r>
      <w:r w:rsidR="00640764" w:rsidRPr="00864CD1">
        <w:t>odpad</w:t>
      </w:r>
      <w:r w:rsidR="00E923CB" w:rsidRPr="00864CD1">
        <w:t>ů</w:t>
      </w:r>
      <w:r w:rsidR="00640764" w:rsidRPr="00864CD1">
        <w:t xml:space="preserve"> </w:t>
      </w:r>
      <w:r w:rsidR="00E923CB" w:rsidRPr="00864CD1">
        <w:t xml:space="preserve">uvedené v jednotlivých SO/PS </w:t>
      </w:r>
      <w:r w:rsidR="00D12D42" w:rsidRPr="00864CD1">
        <w:t xml:space="preserve">za </w:t>
      </w:r>
      <w:r w:rsidR="0015369F" w:rsidRPr="00864CD1">
        <w:t>cel</w:t>
      </w:r>
      <w:r w:rsidR="00D12D42" w:rsidRPr="00864CD1">
        <w:t xml:space="preserve">ou </w:t>
      </w:r>
      <w:r w:rsidR="00E923CB" w:rsidRPr="00864CD1">
        <w:t>stavb</w:t>
      </w:r>
      <w:r w:rsidR="00D12D42" w:rsidRPr="00864CD1">
        <w:t>u</w:t>
      </w:r>
      <w:r w:rsidR="00753492" w:rsidRPr="00864CD1">
        <w:t xml:space="preserve"> (ocenění těchto položek v jednotlivých SO/PS povede k duplicitnímu ocenění</w:t>
      </w:r>
      <w:r w:rsidR="000F034C" w:rsidRPr="00864CD1">
        <w:t>!</w:t>
      </w:r>
      <w:r w:rsidR="00753492" w:rsidRPr="00864CD1">
        <w:t>)</w:t>
      </w:r>
      <w:r w:rsidR="00E923CB" w:rsidRPr="00864CD1">
        <w:t>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předpisu </w:t>
      </w:r>
      <w:r w:rsidRPr="00906AEA">
        <w:t>XDC)</w:t>
      </w:r>
      <w:r>
        <w:t>.</w:t>
      </w:r>
    </w:p>
    <w:p w:rsidR="005E07BA" w:rsidRDefault="005E07BA" w:rsidP="005E07BA">
      <w:pPr>
        <w:pStyle w:val="Nadpis2-1"/>
      </w:pPr>
      <w:bookmarkStart w:id="11" w:name="_Toc139981631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139981632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866477">
        <w:t>Správcem stavby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AE0" w:rsidRDefault="00D37AE0" w:rsidP="00962258">
      <w:pPr>
        <w:spacing w:after="0" w:line="240" w:lineRule="auto"/>
      </w:pPr>
      <w:r>
        <w:separator/>
      </w:r>
    </w:p>
  </w:endnote>
  <w:endnote w:type="continuationSeparator" w:id="0">
    <w:p w:rsidR="00D37AE0" w:rsidRDefault="00D37AE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77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7720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022874" w:rsidP="00C87634">
          <w:pPr>
            <w:pStyle w:val="Zpatvlevo"/>
          </w:pPr>
          <w:fldSimple w:instr=" STYLEREF  _Název_akce  \* MERGEFORMAT ">
            <w:r w:rsidR="00247720" w:rsidRPr="00247720">
              <w:rPr>
                <w:b/>
                <w:bCs/>
                <w:noProof/>
              </w:rPr>
              <w:t xml:space="preserve">„Modernizace </w:t>
            </w:r>
            <w:r w:rsidR="00247720">
              <w:rPr>
                <w:noProof/>
              </w:rPr>
              <w:t>trati Hradec Králové – Pardubice – Chrudim, 2.stavba, zdvoukolejnění Opatovice nad Labem-Hradec Králové, 1.etapa ŽST Hradec Králové hl.n.“, SO 22-78-06 ŽST Hradec Králové hl. n., demolice objektu skladu p.č.st. 231/1“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022874" w:rsidP="00C87634">
          <w:pPr>
            <w:pStyle w:val="Zpatvpravo"/>
          </w:pPr>
          <w:fldSimple w:instr=" STYLEREF  _Název_akce  \* MERGEFORMAT ">
            <w:r w:rsidR="00247720" w:rsidRPr="00247720">
              <w:rPr>
                <w:b/>
                <w:bCs/>
                <w:noProof/>
              </w:rPr>
              <w:t xml:space="preserve">„Modernizace </w:t>
            </w:r>
            <w:r w:rsidR="00247720">
              <w:rPr>
                <w:noProof/>
              </w:rPr>
              <w:t>trati Hradec Králové – Pardubice – Chrudim, 2.stavba, zdvoukolejnění Opatovice nad Labem-Hradec Králové, 1.etapa ŽST Hradec Králové hl.n.“, SO 22-78-06 ŽST Hradec Králové hl. n., demolice objektu skladu p.č.st. 231/1“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7720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7720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AE0" w:rsidRDefault="00D37AE0" w:rsidP="00962258">
      <w:pPr>
        <w:spacing w:after="0" w:line="240" w:lineRule="auto"/>
      </w:pPr>
      <w:r>
        <w:separator/>
      </w:r>
    </w:p>
  </w:footnote>
  <w:footnote w:type="continuationSeparator" w:id="0">
    <w:p w:rsidR="00D37AE0" w:rsidRDefault="00D37AE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AE0"/>
    <w:rsid w:val="000008ED"/>
    <w:rsid w:val="00017F3C"/>
    <w:rsid w:val="00022874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720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64CD1"/>
    <w:rsid w:val="00866477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AEA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37AE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F4C897"/>
  <w14:defaultImageDpi w14:val="32767"/>
  <w15:docId w15:val="{7E4DD9E5-5352-4993-98AA-1BA8427A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Hubatkova\24%20UZEL%20HRADEC%20KR&#193;LOV&#201;%20-%20REALIZACE\2%20-%20Koment&#225;&#345;%20k%20soupisu%20prac&#237;%20FIN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FA2F7F-C560-4C00-B148-B1038457E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2 - Komentář k soupisu prací FIN</Template>
  <TotalTime>2</TotalTime>
  <Pages>8</Pages>
  <Words>2000</Words>
  <Characters>11804</Characters>
  <Application>Microsoft Office Word</Application>
  <DocSecurity>0</DocSecurity>
  <Lines>98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Hubatková Jitka</dc:creator>
  <cp:lastModifiedBy>Hubatková Jitka</cp:lastModifiedBy>
  <cp:revision>2</cp:revision>
  <cp:lastPrinted>2019-03-13T10:28:00Z</cp:lastPrinted>
  <dcterms:created xsi:type="dcterms:W3CDTF">2024-07-18T05:40:00Z</dcterms:created>
  <dcterms:modified xsi:type="dcterms:W3CDTF">2024-07-18T05:42:00Z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